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6A8EA0E3"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w:t>
      </w:r>
      <w:r w:rsidR="009E685E">
        <w:rPr>
          <w:rFonts w:ascii="Calibri" w:hAnsi="Calibri"/>
          <w:color w:val="00558C"/>
          <w:sz w:val="24"/>
          <w:szCs w:val="24"/>
        </w:rPr>
        <w:t>8</w:t>
      </w:r>
      <w:r w:rsidRPr="00A72757">
        <w:rPr>
          <w:rFonts w:ascii="Calibri" w:hAnsi="Calibri"/>
          <w:color w:val="00558C"/>
          <w:sz w:val="24"/>
          <w:szCs w:val="24"/>
        </w:rPr>
        <w:t>-</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74DD622"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Content>
          <w:r w:rsidR="009E685E">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1AB98C51" w:rsidR="0080294B" w:rsidRPr="009E685E" w:rsidRDefault="00000000" w:rsidP="00037DF4">
      <w:pPr>
        <w:pStyle w:val="BodyText"/>
        <w:tabs>
          <w:tab w:val="left" w:pos="1843"/>
        </w:tabs>
        <w:rPr>
          <w:rFonts w:ascii="Calibri" w:hAnsi="Calibri"/>
          <w:lang w:val="sv-SE"/>
        </w:rPr>
      </w:pPr>
      <w:sdt>
        <w:sdtPr>
          <w:rPr>
            <w:rFonts w:ascii="Calibri" w:hAnsi="Calibri" w:cs="Arial"/>
            <w:b/>
            <w:lang w:val="sv-SE"/>
          </w:rPr>
          <w:id w:val="1358232040"/>
          <w14:checkbox>
            <w14:checked w14:val="0"/>
            <w14:checkedState w14:val="2612" w14:font="MS Gothic"/>
            <w14:uncheckedState w14:val="2610" w14:font="MS Gothic"/>
          </w14:checkbox>
        </w:sdtPr>
        <w:sdtContent>
          <w:r w:rsidR="00221E08" w:rsidRPr="009E685E">
            <w:rPr>
              <w:rFonts w:ascii="MS Gothic" w:eastAsia="MS Gothic" w:hAnsi="MS Gothic" w:cs="Arial" w:hint="eastAsia"/>
              <w:b/>
              <w:lang w:val="sv-SE"/>
            </w:rPr>
            <w:t>☐</w:t>
          </w:r>
        </w:sdtContent>
      </w:sdt>
      <w:r w:rsidR="0080294B" w:rsidRPr="009E685E">
        <w:rPr>
          <w:rFonts w:ascii="Calibri" w:hAnsi="Calibri" w:cs="Arial"/>
          <w:lang w:val="sv-SE"/>
        </w:rPr>
        <w:t xml:space="preserve"> ENAV</w:t>
      </w:r>
      <w:r w:rsidR="0080294B" w:rsidRPr="009E685E">
        <w:rPr>
          <w:rFonts w:ascii="Calibri" w:hAnsi="Calibri" w:cs="Arial"/>
          <w:b/>
          <w:lang w:val="sv-SE"/>
        </w:rPr>
        <w:tab/>
      </w:r>
      <w:sdt>
        <w:sdtPr>
          <w:rPr>
            <w:rFonts w:ascii="Calibri" w:hAnsi="Calibri" w:cs="Arial"/>
            <w:b/>
            <w:lang w:val="sv-SE"/>
          </w:rPr>
          <w:id w:val="1574472571"/>
          <w14:checkbox>
            <w14:checked w14:val="0"/>
            <w14:checkedState w14:val="2612" w14:font="MS Gothic"/>
            <w14:uncheckedState w14:val="2610" w14:font="MS Gothic"/>
          </w14:checkbox>
        </w:sdtPr>
        <w:sdtContent>
          <w:r w:rsidR="00221E08" w:rsidRPr="009E685E">
            <w:rPr>
              <w:rFonts w:ascii="MS Gothic" w:eastAsia="MS Gothic" w:hAnsi="MS Gothic" w:cs="Arial" w:hint="eastAsia"/>
              <w:b/>
              <w:lang w:val="sv-SE"/>
            </w:rPr>
            <w:t>☐</w:t>
          </w:r>
        </w:sdtContent>
      </w:sdt>
      <w:r w:rsidR="0080294B" w:rsidRPr="009E685E">
        <w:rPr>
          <w:rFonts w:ascii="Calibri" w:hAnsi="Calibri" w:cs="Arial"/>
          <w:lang w:val="sv-SE"/>
        </w:rPr>
        <w:t xml:space="preserve"> </w:t>
      </w:r>
      <w:r w:rsidR="003D2DC1" w:rsidRPr="009E685E">
        <w:rPr>
          <w:rFonts w:ascii="Calibri" w:hAnsi="Calibri" w:cs="Arial"/>
          <w:lang w:val="sv-SE"/>
        </w:rPr>
        <w:t>VTS</w:t>
      </w:r>
      <w:r w:rsidR="0080294B" w:rsidRPr="009E685E">
        <w:rPr>
          <w:rFonts w:ascii="Calibri" w:hAnsi="Calibri" w:cs="Arial"/>
          <w:lang w:val="sv-SE"/>
        </w:rPr>
        <w:tab/>
      </w:r>
      <w:r w:rsidR="0080294B" w:rsidRPr="009E685E">
        <w:rPr>
          <w:rFonts w:ascii="Calibri" w:hAnsi="Calibri" w:cs="Arial"/>
          <w:lang w:val="sv-SE"/>
        </w:rPr>
        <w:tab/>
      </w:r>
      <w:r w:rsidR="0080294B" w:rsidRPr="009E685E">
        <w:rPr>
          <w:rFonts w:ascii="Calibri" w:hAnsi="Calibri" w:cs="Arial"/>
          <w:lang w:val="sv-SE"/>
        </w:rPr>
        <w:tab/>
      </w:r>
      <w:r w:rsidR="0080294B" w:rsidRPr="009E685E">
        <w:rPr>
          <w:rFonts w:ascii="Calibri" w:hAnsi="Calibri" w:cs="Arial"/>
          <w:lang w:val="sv-SE"/>
        </w:rPr>
        <w:tab/>
      </w:r>
      <w:r w:rsidR="0080294B" w:rsidRPr="009E685E">
        <w:rPr>
          <w:rFonts w:ascii="Calibri" w:hAnsi="Calibri" w:cs="Arial"/>
          <w:lang w:val="sv-SE"/>
        </w:rPr>
        <w:tab/>
      </w:r>
      <w:sdt>
        <w:sdtPr>
          <w:rPr>
            <w:rFonts w:ascii="Calibri" w:hAnsi="Calibri" w:cs="Arial"/>
            <w:b/>
            <w:lang w:val="sv-SE"/>
          </w:rPr>
          <w:id w:val="1701977003"/>
          <w14:checkbox>
            <w14:checked w14:val="1"/>
            <w14:checkedState w14:val="2612" w14:font="MS Gothic"/>
            <w14:uncheckedState w14:val="2610" w14:font="MS Gothic"/>
          </w14:checkbox>
        </w:sdtPr>
        <w:sdtContent>
          <w:r w:rsidR="009A6E36" w:rsidRPr="009E685E">
            <w:rPr>
              <w:rFonts w:ascii="MS Gothic" w:eastAsia="MS Gothic" w:hAnsi="MS Gothic" w:cs="Arial" w:hint="eastAsia"/>
              <w:b/>
              <w:lang w:val="sv-SE"/>
            </w:rPr>
            <w:t>☒</w:t>
          </w:r>
        </w:sdtContent>
      </w:sdt>
      <w:r w:rsidR="00110203" w:rsidRPr="009E685E">
        <w:rPr>
          <w:rFonts w:ascii="Calibri" w:hAnsi="Calibri" w:cs="Arial"/>
          <w:lang w:val="sv-SE"/>
        </w:rPr>
        <w:t xml:space="preserve"> </w:t>
      </w:r>
      <w:r w:rsidR="0080294B" w:rsidRPr="009E685E">
        <w:rPr>
          <w:rFonts w:ascii="Calibri" w:hAnsi="Calibri" w:cs="Arial"/>
          <w:lang w:val="sv-SE"/>
        </w:rPr>
        <w:t>Information</w:t>
      </w:r>
    </w:p>
    <w:p w14:paraId="3E1C02C4" w14:textId="77777777" w:rsidR="0080294B" w:rsidRPr="009E685E" w:rsidRDefault="0080294B" w:rsidP="00FE5674">
      <w:pPr>
        <w:pStyle w:val="BodyText"/>
        <w:tabs>
          <w:tab w:val="left" w:pos="2835"/>
        </w:tabs>
        <w:rPr>
          <w:rFonts w:ascii="Calibri" w:hAnsi="Calibri"/>
          <w:lang w:val="sv-SE"/>
        </w:rPr>
      </w:pPr>
    </w:p>
    <w:p w14:paraId="4DD25FD9" w14:textId="72144501" w:rsidR="00A446C9" w:rsidRPr="009E685E" w:rsidRDefault="00A446C9" w:rsidP="00FE5674">
      <w:pPr>
        <w:pStyle w:val="BodyText"/>
        <w:tabs>
          <w:tab w:val="left" w:pos="2835"/>
        </w:tabs>
        <w:rPr>
          <w:rFonts w:ascii="Calibri" w:hAnsi="Calibri"/>
          <w:lang w:val="sv-SE"/>
        </w:rPr>
      </w:pPr>
      <w:r w:rsidRPr="009E685E">
        <w:rPr>
          <w:rFonts w:ascii="Calibri" w:hAnsi="Calibri"/>
          <w:b/>
          <w:bCs/>
          <w:color w:val="00558C"/>
          <w:sz w:val="24"/>
          <w:szCs w:val="24"/>
          <w:lang w:val="sv-SE"/>
        </w:rPr>
        <w:t>Agenda item</w:t>
      </w:r>
      <w:r w:rsidR="00037DF4" w:rsidRPr="009E685E">
        <w:rPr>
          <w:rFonts w:ascii="Calibri" w:hAnsi="Calibri"/>
          <w:lang w:val="sv-SE"/>
        </w:rPr>
        <w:t xml:space="preserve"> </w:t>
      </w:r>
      <w:r w:rsidR="00037DF4" w:rsidRPr="007A395D">
        <w:rPr>
          <w:rStyle w:val="FootnoteReference"/>
          <w:rFonts w:ascii="Calibri" w:hAnsi="Calibri"/>
          <w:sz w:val="22"/>
        </w:rPr>
        <w:footnoteReference w:id="2"/>
      </w:r>
      <w:r w:rsidR="001C44A3" w:rsidRPr="009E685E">
        <w:rPr>
          <w:rFonts w:ascii="Calibri" w:hAnsi="Calibri"/>
          <w:lang w:val="sv-SE"/>
        </w:rPr>
        <w:tab/>
      </w:r>
      <w:r w:rsidR="0080294B" w:rsidRPr="009E685E">
        <w:rPr>
          <w:rFonts w:ascii="Calibri" w:hAnsi="Calibri"/>
          <w:lang w:val="sv-SE"/>
        </w:rPr>
        <w:tab/>
      </w:r>
      <w:r w:rsidR="0080294B" w:rsidRPr="009E685E">
        <w:rPr>
          <w:rFonts w:ascii="Calibri" w:hAnsi="Calibri"/>
          <w:lang w:val="sv-SE"/>
        </w:rPr>
        <w:tab/>
        <w:t>n.n</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34FE8F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1AE79B60" w:rsidR="00A446C9" w:rsidRPr="00605E43" w:rsidRDefault="00A446C9" w:rsidP="0035243F">
      <w:pPr>
        <w:pStyle w:val="Title"/>
      </w:pPr>
      <w:r w:rsidRPr="00E04761">
        <w:t>Title</w:t>
      </w:r>
      <w:r w:rsidR="001C44A3" w:rsidRPr="00605E43">
        <w:t xml:space="preserve"> of paper</w:t>
      </w:r>
      <w:r w:rsidR="002A0929">
        <w:rPr>
          <w:rStyle w:val="FootnoteReference"/>
        </w:rPr>
        <w:footnoteReference w:id="3"/>
      </w:r>
    </w:p>
    <w:p w14:paraId="2CC2DB54" w14:textId="52DF112E" w:rsidR="009874F9" w:rsidRPr="009874F9" w:rsidRDefault="00A446C9" w:rsidP="009874F9">
      <w:pPr>
        <w:pStyle w:val="Heading1"/>
      </w:pPr>
      <w:r w:rsidRPr="00B661C7">
        <w:t>Summary</w:t>
      </w:r>
      <w:r w:rsidR="008E28CC">
        <w:t xml:space="preserve"> - </w:t>
      </w:r>
      <w:r w:rsidR="009874F9" w:rsidRPr="009874F9">
        <w:t>EXAMPLE OF HEADING 1 STYLE</w:t>
      </w:r>
    </w:p>
    <w:p w14:paraId="2D829213" w14:textId="77777777" w:rsidR="00BD4E6F" w:rsidRPr="007A395D" w:rsidRDefault="00BD4E6F" w:rsidP="00B56BDF">
      <w:pPr>
        <w:pStyle w:val="BodyText"/>
        <w:rPr>
          <w:rFonts w:ascii="Calibri" w:hAnsi="Calibri"/>
        </w:rPr>
      </w:pPr>
      <w:r w:rsidRPr="007A395D">
        <w:rPr>
          <w:rFonts w:ascii="Calibri" w:hAnsi="Calibri"/>
        </w:rPr>
        <w:t>Give a brief description of the content of the paper.</w:t>
      </w:r>
    </w:p>
    <w:p w14:paraId="052AC0CB" w14:textId="3B1D4F3E" w:rsidR="00851373" w:rsidRPr="007A395D" w:rsidRDefault="00851373" w:rsidP="00B56BDF">
      <w:pPr>
        <w:pStyle w:val="BodyText"/>
        <w:rPr>
          <w:rFonts w:ascii="Calibri" w:hAnsi="Calibri"/>
        </w:rPr>
      </w:pPr>
      <w:r w:rsidRPr="007A395D">
        <w:rPr>
          <w:rFonts w:ascii="Calibri" w:hAnsi="Calibri"/>
          <w:lang w:eastAsia="de-DE"/>
        </w:rPr>
        <w:t xml:space="preserve">This template is meant to be used by Committee members who are creating input documents for a Committee meeting. The styles used are compatible with those used for IALA </w:t>
      </w:r>
      <w:r w:rsidR="00E04761">
        <w:rPr>
          <w:rFonts w:ascii="Calibri" w:hAnsi="Calibri"/>
          <w:lang w:eastAsia="de-DE"/>
        </w:rPr>
        <w:t>r</w:t>
      </w:r>
      <w:r w:rsidRPr="007A395D">
        <w:rPr>
          <w:rFonts w:ascii="Calibri" w:hAnsi="Calibri"/>
          <w:lang w:eastAsia="de-DE"/>
        </w:rPr>
        <w:t>ecommendatio</w:t>
      </w:r>
      <w:r w:rsidR="009C5F41">
        <w:rPr>
          <w:rFonts w:ascii="Calibri" w:hAnsi="Calibri"/>
          <w:lang w:eastAsia="de-DE"/>
        </w:rPr>
        <w:t>ns, g</w:t>
      </w:r>
      <w:r w:rsidRPr="007A395D">
        <w:rPr>
          <w:rFonts w:ascii="Calibri" w:hAnsi="Calibri"/>
          <w:lang w:eastAsia="de-DE"/>
        </w:rPr>
        <w:t>uidelines</w:t>
      </w:r>
      <w:r w:rsidR="009C5F41">
        <w:rPr>
          <w:rFonts w:ascii="Calibri" w:hAnsi="Calibri"/>
          <w:lang w:eastAsia="de-DE"/>
        </w:rPr>
        <w:t xml:space="preserve"> and l</w:t>
      </w:r>
      <w:r w:rsidRPr="007A395D">
        <w:rPr>
          <w:rFonts w:ascii="Calibri" w:hAnsi="Calibri"/>
          <w:lang w:eastAsia="de-DE"/>
        </w:rPr>
        <w:t xml:space="preserve">iaison </w:t>
      </w:r>
      <w:r w:rsidR="009C5F41">
        <w:rPr>
          <w:rFonts w:ascii="Calibri" w:hAnsi="Calibri"/>
          <w:lang w:eastAsia="de-DE"/>
        </w:rPr>
        <w:t>n</w:t>
      </w:r>
      <w:r w:rsidRPr="007A395D">
        <w:rPr>
          <w:rFonts w:ascii="Calibri" w:hAnsi="Calibri"/>
          <w:lang w:eastAsia="de-DE"/>
        </w:rPr>
        <w:t xml:space="preserve">otes.  It can also be used to create a cover note for documents </w:t>
      </w:r>
      <w:r w:rsidR="00F159EB" w:rsidRPr="007A395D">
        <w:rPr>
          <w:rFonts w:ascii="Calibri" w:hAnsi="Calibri"/>
          <w:lang w:eastAsia="de-DE"/>
        </w:rPr>
        <w:t>being forwarded to the Committee</w:t>
      </w:r>
      <w:r w:rsidR="00A26017">
        <w:rPr>
          <w:rFonts w:ascii="Calibri" w:hAnsi="Calibri"/>
          <w:lang w:eastAsia="de-DE"/>
        </w:rPr>
        <w:t xml:space="preserve">, using the </w:t>
      </w:r>
      <w:r w:rsidRPr="00C02DDD">
        <w:rPr>
          <w:rFonts w:ascii="Calibri" w:hAnsi="Calibri"/>
        </w:rPr>
        <w:t>Body Text</w:t>
      </w:r>
      <w:r w:rsidR="00A0389B" w:rsidRPr="00A26017">
        <w:rPr>
          <w:rFonts w:ascii="Calibri" w:hAnsi="Calibri"/>
          <w:b/>
          <w:bCs/>
        </w:rPr>
        <w:t xml:space="preserve"> </w:t>
      </w:r>
      <w:r w:rsidR="00A0389B" w:rsidRPr="007A395D">
        <w:rPr>
          <w:rFonts w:ascii="Calibri" w:hAnsi="Calibri"/>
        </w:rPr>
        <w:t>style</w:t>
      </w:r>
      <w:r w:rsidR="00A26017">
        <w:rPr>
          <w:rFonts w:ascii="Calibri" w:hAnsi="Calibri"/>
        </w:rPr>
        <w:t>.</w:t>
      </w:r>
    </w:p>
    <w:p w14:paraId="5432CFB6" w14:textId="52F024D6" w:rsidR="00B56BDF" w:rsidRPr="007A395D" w:rsidRDefault="0086654F" w:rsidP="00B56BDF">
      <w:pPr>
        <w:pStyle w:val="BodyText"/>
        <w:rPr>
          <w:rFonts w:ascii="Calibri" w:hAnsi="Calibri"/>
        </w:rPr>
      </w:pPr>
      <w:r w:rsidRPr="007A395D">
        <w:rPr>
          <w:rFonts w:ascii="Calibri" w:hAnsi="Calibri"/>
        </w:rPr>
        <w:t xml:space="preserve">This template is intended for those input papers that are not draft </w:t>
      </w:r>
      <w:r w:rsidR="00A26017">
        <w:rPr>
          <w:rFonts w:ascii="Calibri" w:hAnsi="Calibri"/>
          <w:lang w:eastAsia="de-DE"/>
        </w:rPr>
        <w:t>r</w:t>
      </w:r>
      <w:r w:rsidR="00A26017" w:rsidRPr="007A395D">
        <w:rPr>
          <w:rFonts w:ascii="Calibri" w:hAnsi="Calibri"/>
          <w:lang w:eastAsia="de-DE"/>
        </w:rPr>
        <w:t>ecommendatio</w:t>
      </w:r>
      <w:r w:rsidR="00A26017">
        <w:rPr>
          <w:rFonts w:ascii="Calibri" w:hAnsi="Calibri"/>
          <w:lang w:eastAsia="de-DE"/>
        </w:rPr>
        <w:t>ns, g</w:t>
      </w:r>
      <w:r w:rsidR="00A26017" w:rsidRPr="007A395D">
        <w:rPr>
          <w:rFonts w:ascii="Calibri" w:hAnsi="Calibri"/>
          <w:lang w:eastAsia="de-DE"/>
        </w:rPr>
        <w:t>uidelines</w:t>
      </w:r>
      <w:r w:rsidR="00A26017">
        <w:rPr>
          <w:rFonts w:ascii="Calibri" w:hAnsi="Calibri"/>
          <w:lang w:eastAsia="de-DE"/>
        </w:rPr>
        <w:t xml:space="preserve"> or l</w:t>
      </w:r>
      <w:r w:rsidR="00A26017" w:rsidRPr="007A395D">
        <w:rPr>
          <w:rFonts w:ascii="Calibri" w:hAnsi="Calibri"/>
          <w:lang w:eastAsia="de-DE"/>
        </w:rPr>
        <w:t xml:space="preserve">iaison </w:t>
      </w:r>
      <w:r w:rsidR="00A26017">
        <w:rPr>
          <w:rFonts w:ascii="Calibri" w:hAnsi="Calibri"/>
          <w:lang w:eastAsia="de-DE"/>
        </w:rPr>
        <w:t>n</w:t>
      </w:r>
      <w:r w:rsidR="00A26017" w:rsidRPr="007A395D">
        <w:rPr>
          <w:rFonts w:ascii="Calibri" w:hAnsi="Calibri"/>
          <w:lang w:eastAsia="de-DE"/>
        </w:rPr>
        <w:t>otes</w:t>
      </w:r>
      <w:r w:rsidR="00C865DF">
        <w:rPr>
          <w:rFonts w:ascii="Calibri" w:hAnsi="Calibri"/>
          <w:lang w:eastAsia="de-DE"/>
        </w:rPr>
        <w:t xml:space="preserve">. It is </w:t>
      </w:r>
      <w:r w:rsidR="0050690E">
        <w:rPr>
          <w:rFonts w:ascii="Calibri" w:hAnsi="Calibri"/>
          <w:lang w:eastAsia="de-DE"/>
        </w:rPr>
        <w:t xml:space="preserve">also </w:t>
      </w:r>
      <w:r w:rsidR="00C865DF">
        <w:rPr>
          <w:rFonts w:ascii="Calibri" w:hAnsi="Calibri"/>
          <w:lang w:eastAsia="de-DE"/>
        </w:rPr>
        <w:t>not intended f</w:t>
      </w:r>
      <w:r w:rsidRPr="007A395D">
        <w:rPr>
          <w:rFonts w:ascii="Calibri" w:hAnsi="Calibri"/>
        </w:rPr>
        <w:t xml:space="preserve">or submissions to IMO, for which other templates are available on the </w:t>
      </w:r>
      <w:r w:rsidR="002B49E9" w:rsidRPr="007A395D">
        <w:rPr>
          <w:rFonts w:ascii="Calibri" w:hAnsi="Calibri"/>
        </w:rPr>
        <w:t>IALA web site</w:t>
      </w:r>
      <w:r w:rsidRPr="007A395D">
        <w:rPr>
          <w:rFonts w:ascii="Calibri" w:hAnsi="Calibri"/>
        </w:rPr>
        <w:t>.</w:t>
      </w:r>
    </w:p>
    <w:p w14:paraId="3C575A26" w14:textId="1DC9CA26" w:rsidR="001C44A3" w:rsidRPr="00605E43" w:rsidRDefault="00BD4E6F" w:rsidP="00605E43">
      <w:pPr>
        <w:pStyle w:val="Heading2"/>
      </w:pPr>
      <w:r w:rsidRPr="00605E43">
        <w:t>Purpose</w:t>
      </w:r>
      <w:r w:rsidR="004D1D85" w:rsidRPr="00605E43">
        <w:t xml:space="preserve"> of the document</w:t>
      </w:r>
      <w:r w:rsidR="009874F9">
        <w:t xml:space="preserve"> – Example of HEading 2 Style</w:t>
      </w:r>
    </w:p>
    <w:p w14:paraId="7E2A4642" w14:textId="4D9A9173" w:rsidR="00E55927" w:rsidRPr="007A395D" w:rsidRDefault="00BD4E6F" w:rsidP="00E55927">
      <w:pPr>
        <w:pStyle w:val="BodyText"/>
        <w:rPr>
          <w:rFonts w:ascii="Calibri" w:hAnsi="Calibri"/>
        </w:rPr>
      </w:pPr>
      <w:r w:rsidRPr="007A395D">
        <w:rPr>
          <w:rFonts w:ascii="Calibri" w:hAnsi="Calibri"/>
        </w:rPr>
        <w:t xml:space="preserve">What do you expect the Committee to do </w:t>
      </w:r>
      <w:r w:rsidR="0041230E" w:rsidRPr="007A395D">
        <w:rPr>
          <w:rFonts w:ascii="Calibri" w:hAnsi="Calibri"/>
        </w:rPr>
        <w:t>because of</w:t>
      </w:r>
      <w:r w:rsidRPr="007A395D">
        <w:rPr>
          <w:rFonts w:ascii="Calibri" w:hAnsi="Calibri"/>
        </w:rPr>
        <w:t xml:space="preserve"> the </w:t>
      </w:r>
      <w:r w:rsidR="0041230E" w:rsidRPr="007A395D">
        <w:rPr>
          <w:rFonts w:ascii="Calibri" w:hAnsi="Calibri"/>
        </w:rPr>
        <w:t xml:space="preserve">document </w:t>
      </w:r>
      <w:r w:rsidRPr="007A395D">
        <w:rPr>
          <w:rFonts w:ascii="Calibri" w:hAnsi="Calibri"/>
        </w:rPr>
        <w:t>input</w:t>
      </w:r>
      <w:r w:rsidR="0035243F">
        <w:rPr>
          <w:rFonts w:ascii="Calibri" w:hAnsi="Calibri"/>
        </w:rPr>
        <w:t>,</w:t>
      </w:r>
      <w:r w:rsidR="0041088C" w:rsidRPr="007A395D">
        <w:rPr>
          <w:rFonts w:ascii="Calibri" w:hAnsi="Calibri"/>
        </w:rPr>
        <w:t xml:space="preserve"> or is it an information paper</w:t>
      </w:r>
      <w:r w:rsidRPr="007A395D">
        <w:rPr>
          <w:rFonts w:ascii="Calibri" w:hAnsi="Calibri"/>
        </w:rPr>
        <w:t>?</w:t>
      </w:r>
    </w:p>
    <w:p w14:paraId="36D645BE" w14:textId="77777777" w:rsidR="00B56BDF" w:rsidRPr="007A395D" w:rsidRDefault="00B56BDF" w:rsidP="00605E43">
      <w:pPr>
        <w:pStyle w:val="Heading2"/>
      </w:pPr>
      <w:r w:rsidRPr="007A395D">
        <w:t>Related documents</w:t>
      </w:r>
    </w:p>
    <w:p w14:paraId="553E55ED" w14:textId="77777777" w:rsidR="00E55927" w:rsidRPr="0035243F" w:rsidRDefault="00E55927" w:rsidP="00E55927">
      <w:pPr>
        <w:pStyle w:val="BodyText"/>
        <w:rPr>
          <w:rFonts w:ascii="Calibri" w:hAnsi="Calibri"/>
        </w:rPr>
      </w:pPr>
      <w:r w:rsidRPr="00C02DDD">
        <w:rPr>
          <w:rFonts w:ascii="Calibri" w:hAnsi="Calibri"/>
        </w:rPr>
        <w:t>Body text</w:t>
      </w:r>
      <w:r w:rsidRPr="0035243F">
        <w:rPr>
          <w:rFonts w:ascii="Calibri" w:hAnsi="Calibri"/>
        </w:rPr>
        <w:t>.</w:t>
      </w:r>
    </w:p>
    <w:p w14:paraId="53733F03" w14:textId="77777777" w:rsidR="00A446C9" w:rsidRPr="007A395D" w:rsidRDefault="00A446C9" w:rsidP="00605E43">
      <w:pPr>
        <w:pStyle w:val="Heading1"/>
      </w:pPr>
      <w:r w:rsidRPr="007A395D">
        <w:t>Background</w:t>
      </w:r>
    </w:p>
    <w:p w14:paraId="07452EBC" w14:textId="2A7CC461" w:rsidR="00A446C9" w:rsidRPr="001C77BB" w:rsidRDefault="001C44A3" w:rsidP="00A446C9">
      <w:pPr>
        <w:pStyle w:val="BodyText"/>
        <w:rPr>
          <w:rFonts w:ascii="Calibri" w:hAnsi="Calibri"/>
        </w:rPr>
      </w:pPr>
      <w:r w:rsidRPr="007A395D">
        <w:rPr>
          <w:rFonts w:ascii="Calibri" w:hAnsi="Calibri"/>
        </w:rPr>
        <w:t xml:space="preserve">Give the background to </w:t>
      </w:r>
      <w:r w:rsidRPr="0035243F">
        <w:rPr>
          <w:rFonts w:ascii="Calibri" w:hAnsi="Calibri"/>
        </w:rPr>
        <w:t>the paper</w:t>
      </w:r>
      <w:r w:rsidR="00C52A4D" w:rsidRPr="001C77BB">
        <w:rPr>
          <w:rFonts w:ascii="Calibri" w:hAnsi="Calibri"/>
        </w:rPr>
        <w:t xml:space="preserve"> (</w:t>
      </w:r>
      <w:r w:rsidR="00A446C9" w:rsidRPr="00C02DDD">
        <w:rPr>
          <w:rFonts w:ascii="Calibri" w:hAnsi="Calibri"/>
        </w:rPr>
        <w:t>Body Text</w:t>
      </w:r>
      <w:r w:rsidRPr="0035243F">
        <w:rPr>
          <w:rFonts w:ascii="Calibri" w:hAnsi="Calibri"/>
        </w:rPr>
        <w:t>)</w:t>
      </w:r>
      <w:r w:rsidR="00C52A4D" w:rsidRPr="0035243F">
        <w:rPr>
          <w:rFonts w:ascii="Calibri" w:hAnsi="Calibri"/>
        </w:rPr>
        <w:t>.</w:t>
      </w:r>
    </w:p>
    <w:p w14:paraId="041E9135" w14:textId="77777777" w:rsidR="00A446C9" w:rsidRPr="007A395D" w:rsidRDefault="00A446C9" w:rsidP="00605E43">
      <w:pPr>
        <w:pStyle w:val="Heading1"/>
      </w:pPr>
      <w:r w:rsidRPr="007A395D">
        <w:t>Discussion</w:t>
      </w:r>
    </w:p>
    <w:p w14:paraId="23B5467E" w14:textId="77777777" w:rsidR="00F25BF4" w:rsidRPr="00C02DDD" w:rsidRDefault="00F25BF4" w:rsidP="00A446C9">
      <w:pPr>
        <w:pStyle w:val="BodyText"/>
        <w:rPr>
          <w:rFonts w:ascii="Calibri" w:hAnsi="Calibri"/>
          <w:b/>
          <w:bCs/>
        </w:rPr>
      </w:pPr>
      <w:r w:rsidRPr="007A395D">
        <w:rPr>
          <w:rFonts w:ascii="Calibri" w:hAnsi="Calibri"/>
        </w:rPr>
        <w:t>Develop as required</w:t>
      </w:r>
      <w:r w:rsidRPr="0035243F">
        <w:rPr>
          <w:rFonts w:ascii="Calibri" w:hAnsi="Calibri"/>
        </w:rPr>
        <w:t>.  (</w:t>
      </w:r>
      <w:r w:rsidRPr="00C02DDD">
        <w:rPr>
          <w:rFonts w:ascii="Calibri" w:hAnsi="Calibri"/>
        </w:rPr>
        <w:t>Body Text</w:t>
      </w:r>
      <w:r w:rsidRPr="0035243F">
        <w:rPr>
          <w:rFonts w:ascii="Calibri" w:hAnsi="Calibri"/>
        </w:rPr>
        <w:t>)</w:t>
      </w:r>
    </w:p>
    <w:p w14:paraId="7C5E1800" w14:textId="3452B50E" w:rsidR="00F25BF4" w:rsidRPr="007A395D" w:rsidRDefault="00F25BF4" w:rsidP="00605E43">
      <w:pPr>
        <w:pStyle w:val="Heading2"/>
      </w:pPr>
      <w:r w:rsidRPr="007A395D">
        <w:lastRenderedPageBreak/>
        <w:t>Styles available</w:t>
      </w:r>
    </w:p>
    <w:p w14:paraId="1BF54364" w14:textId="1FB9B7C1" w:rsidR="00635ADD" w:rsidRDefault="00635ADD" w:rsidP="00C02DDD">
      <w:pPr>
        <w:pStyle w:val="Heading3"/>
      </w:pPr>
      <w:bookmarkStart w:id="1" w:name="_Hlk59196357"/>
      <w:r>
        <w:t>Lists and Bullets</w:t>
      </w:r>
      <w:r w:rsidR="001C77BB">
        <w:t xml:space="preserve"> – Example of Heading 3 style</w:t>
      </w:r>
    </w:p>
    <w:p w14:paraId="54FE7E90" w14:textId="54E2CD92" w:rsidR="00B93C77" w:rsidRDefault="00B93C77" w:rsidP="00B93C77">
      <w:pPr>
        <w:pStyle w:val="BodyText"/>
        <w:suppressAutoHyphens/>
      </w:pPr>
      <w:r>
        <w:t xml:space="preserve">The choice of numbered or bullet point lists depends on the context and content of the text and further guidance is given in </w:t>
      </w:r>
      <w:r w:rsidRPr="00CB1D11">
        <w:t xml:space="preserve">the </w:t>
      </w:r>
      <w:r w:rsidRPr="00CB1D11">
        <w:rPr>
          <w:i/>
          <w:iCs/>
        </w:rPr>
        <w:t>IALA Style Guide</w:t>
      </w:r>
      <w:r w:rsidRPr="00CB1D11">
        <w:t>.  Bullets</w:t>
      </w:r>
      <w:r>
        <w:t xml:space="preserve"> are preferred unless it is important that the list is numbered e.g., for future reference or for a sequence.</w:t>
      </w:r>
    </w:p>
    <w:p w14:paraId="424A4C21" w14:textId="77777777" w:rsidR="00B93C77" w:rsidRDefault="00B93C77" w:rsidP="00B93C77">
      <w:pPr>
        <w:pStyle w:val="BodyText"/>
        <w:suppressAutoHyphens/>
      </w:pPr>
      <w:bookmarkStart w:id="2" w:name="_Hlk59199279"/>
      <w:bookmarkEnd w:id="1"/>
      <w:r>
        <w:t xml:space="preserve">Three levels of list styles are provided and these styles should be used rather than the default Microsoft Word numbering lists: </w:t>
      </w:r>
    </w:p>
    <w:bookmarkEnd w:id="2"/>
    <w:p w14:paraId="37576475" w14:textId="77777777" w:rsidR="00B93C77" w:rsidRDefault="00B93C77" w:rsidP="00B93C77">
      <w:pPr>
        <w:pStyle w:val="List1"/>
        <w:suppressAutoHyphens/>
      </w:pPr>
      <w:r w:rsidRPr="001535C6">
        <w:t>List 1 style</w:t>
      </w:r>
      <w:r>
        <w:t xml:space="preserve"> example</w:t>
      </w:r>
    </w:p>
    <w:p w14:paraId="2EB5A782" w14:textId="77777777" w:rsidR="00B93C77" w:rsidRPr="001C77BB" w:rsidRDefault="00B93C77" w:rsidP="00B93C77">
      <w:pPr>
        <w:pStyle w:val="List1text"/>
        <w:suppressAutoHyphens/>
      </w:pPr>
      <w:r w:rsidRPr="00C02DDD">
        <w:t>List 1 text</w:t>
      </w:r>
      <w:r w:rsidRPr="0035243F">
        <w:t xml:space="preserve"> style example</w:t>
      </w:r>
    </w:p>
    <w:p w14:paraId="09E7F940" w14:textId="77777777" w:rsidR="00B93C77" w:rsidRPr="001C77BB" w:rsidRDefault="00B93C77" w:rsidP="00B93C77">
      <w:pPr>
        <w:pStyle w:val="Lista"/>
        <w:suppressAutoHyphens/>
      </w:pPr>
      <w:r w:rsidRPr="00C02DDD">
        <w:t xml:space="preserve">List a </w:t>
      </w:r>
      <w:r w:rsidRPr="0035243F">
        <w:t>style example</w:t>
      </w:r>
    </w:p>
    <w:p w14:paraId="2351C99E" w14:textId="77777777" w:rsidR="00B93C77" w:rsidRPr="0035243F" w:rsidRDefault="00B93C77" w:rsidP="00B93C77">
      <w:pPr>
        <w:pStyle w:val="Listatext"/>
        <w:suppressAutoHyphens/>
      </w:pPr>
      <w:r w:rsidRPr="00C02DDD">
        <w:t xml:space="preserve">List a text </w:t>
      </w:r>
      <w:r w:rsidRPr="0035243F">
        <w:t>style example</w:t>
      </w:r>
    </w:p>
    <w:p w14:paraId="13B0832D" w14:textId="77777777" w:rsidR="00B93C77" w:rsidRPr="001C77BB" w:rsidRDefault="00B93C77" w:rsidP="00B93C77">
      <w:pPr>
        <w:pStyle w:val="Listi"/>
        <w:suppressAutoHyphens/>
      </w:pPr>
      <w:r w:rsidRPr="00C02DDD">
        <w:t xml:space="preserve">List </w:t>
      </w:r>
      <w:proofErr w:type="spellStart"/>
      <w:r w:rsidRPr="00C02DDD">
        <w:t>i</w:t>
      </w:r>
      <w:proofErr w:type="spellEnd"/>
      <w:r w:rsidRPr="0035243F">
        <w:t xml:space="preserve"> style </w:t>
      </w:r>
      <w:r w:rsidRPr="001C77BB">
        <w:t>example</w:t>
      </w:r>
    </w:p>
    <w:p w14:paraId="75A5017A" w14:textId="77777777" w:rsidR="00B93C77" w:rsidRPr="001C77BB" w:rsidRDefault="00B93C77" w:rsidP="00B93C77">
      <w:pPr>
        <w:pStyle w:val="Bullet3text"/>
      </w:pPr>
      <w:r w:rsidRPr="00C02DDD">
        <w:t xml:space="preserve">List </w:t>
      </w:r>
      <w:proofErr w:type="spellStart"/>
      <w:r w:rsidRPr="00C02DDD">
        <w:t>i</w:t>
      </w:r>
      <w:proofErr w:type="spellEnd"/>
      <w:r w:rsidRPr="00C02DDD">
        <w:t xml:space="preserve"> text</w:t>
      </w:r>
      <w:r w:rsidRPr="0035243F">
        <w:t xml:space="preserve"> style example</w:t>
      </w:r>
    </w:p>
    <w:p w14:paraId="5636A4FF" w14:textId="0F1E0FEF" w:rsidR="00B93C77" w:rsidRPr="0035243F" w:rsidRDefault="00B93C77" w:rsidP="00B93C77">
      <w:pPr>
        <w:pStyle w:val="BodyText"/>
        <w:suppressAutoHyphens/>
      </w:pPr>
      <w:bookmarkStart w:id="3" w:name="_Hlk59199741"/>
      <w:r w:rsidRPr="001C77BB">
        <w:t xml:space="preserve">Each list style has a corresponding list text style that can be used for example, if the list requires more than one paragraph and the subsequent text needs to be aligned. If more than one list is used throughout the </w:t>
      </w:r>
      <w:r w:rsidR="0050690E" w:rsidRPr="001C77BB">
        <w:t>document,</w:t>
      </w:r>
      <w:r w:rsidRPr="001C77BB">
        <w:t xml:space="preserve"> it may be necessary to right click and select </w:t>
      </w:r>
      <w:r w:rsidRPr="00C02DDD">
        <w:t xml:space="preserve">Restart at 1 </w:t>
      </w:r>
      <w:r w:rsidRPr="0035243F">
        <w:t>for subsequent lists.</w:t>
      </w:r>
    </w:p>
    <w:p w14:paraId="1B8080B0" w14:textId="77777777" w:rsidR="00B351F6" w:rsidRPr="001C77BB" w:rsidRDefault="00B351F6" w:rsidP="00B351F6">
      <w:pPr>
        <w:pStyle w:val="BodyText"/>
        <w:suppressAutoHyphens/>
      </w:pPr>
      <w:r w:rsidRPr="001C77BB">
        <w:t>There are three levels of bullet point styles available:</w:t>
      </w:r>
    </w:p>
    <w:p w14:paraId="2BD5960A" w14:textId="77777777" w:rsidR="00B351F6" w:rsidRPr="0035243F" w:rsidRDefault="00B351F6" w:rsidP="00B351F6">
      <w:pPr>
        <w:pStyle w:val="Bullet1"/>
        <w:suppressAutoHyphens/>
      </w:pPr>
      <w:r w:rsidRPr="00C02DDD">
        <w:t>Bullet 1</w:t>
      </w:r>
      <w:r w:rsidRPr="0035243F">
        <w:t xml:space="preserve"> style</w:t>
      </w:r>
    </w:p>
    <w:p w14:paraId="3BE9B6A7" w14:textId="77777777" w:rsidR="00B351F6" w:rsidRPr="0035243F" w:rsidRDefault="00B351F6" w:rsidP="00B351F6">
      <w:pPr>
        <w:pStyle w:val="Bullet1text"/>
      </w:pPr>
      <w:r w:rsidRPr="00C02DDD">
        <w:t>Bullet 1 text</w:t>
      </w:r>
      <w:r w:rsidRPr="0035243F">
        <w:t xml:space="preserve"> style</w:t>
      </w:r>
    </w:p>
    <w:p w14:paraId="10110747" w14:textId="77777777" w:rsidR="00B351F6" w:rsidRPr="0035243F" w:rsidRDefault="00B351F6" w:rsidP="00B351F6">
      <w:pPr>
        <w:pStyle w:val="Bullet2"/>
        <w:suppressAutoHyphens/>
      </w:pPr>
      <w:r w:rsidRPr="00C02DDD">
        <w:t>Bullet 2</w:t>
      </w:r>
      <w:r w:rsidRPr="0035243F">
        <w:t xml:space="preserve"> style</w:t>
      </w:r>
    </w:p>
    <w:p w14:paraId="7850E3C4" w14:textId="77777777" w:rsidR="00B351F6" w:rsidRPr="0035243F" w:rsidRDefault="00B351F6" w:rsidP="00B351F6">
      <w:pPr>
        <w:pStyle w:val="Bullet2text"/>
      </w:pPr>
      <w:r w:rsidRPr="00C02DDD">
        <w:t>Bullet 2</w:t>
      </w:r>
      <w:r w:rsidRPr="0035243F">
        <w:t xml:space="preserve"> </w:t>
      </w:r>
      <w:r w:rsidRPr="00C02DDD">
        <w:t>text</w:t>
      </w:r>
      <w:r w:rsidRPr="0035243F">
        <w:t xml:space="preserve"> style</w:t>
      </w:r>
    </w:p>
    <w:p w14:paraId="523EC027" w14:textId="77777777" w:rsidR="00B351F6" w:rsidRPr="0035243F" w:rsidRDefault="00B351F6" w:rsidP="00B351F6">
      <w:pPr>
        <w:pStyle w:val="Bullet3"/>
        <w:suppressAutoHyphens/>
      </w:pPr>
      <w:r w:rsidRPr="00C02DDD">
        <w:t xml:space="preserve">Bullet 3 </w:t>
      </w:r>
      <w:r w:rsidRPr="0035243F">
        <w:t>style</w:t>
      </w:r>
    </w:p>
    <w:p w14:paraId="4C5E6C03" w14:textId="31B5A020" w:rsidR="00B351F6" w:rsidRPr="0035243F" w:rsidRDefault="00B351F6" w:rsidP="00B351F6">
      <w:pPr>
        <w:pStyle w:val="Bullet3text"/>
      </w:pPr>
      <w:r w:rsidRPr="00C02DDD">
        <w:t>Bullet 3 text</w:t>
      </w:r>
      <w:r w:rsidRPr="0035243F">
        <w:t xml:space="preserve"> style</w:t>
      </w:r>
    </w:p>
    <w:p w14:paraId="1FCCC385" w14:textId="3421E691" w:rsidR="00635ADD" w:rsidRDefault="00635ADD" w:rsidP="00635ADD">
      <w:pPr>
        <w:pStyle w:val="Heading3"/>
      </w:pPr>
      <w:r>
        <w:t>Figures</w:t>
      </w:r>
    </w:p>
    <w:p w14:paraId="1CCE0BC9" w14:textId="77777777" w:rsidR="008A3ECA" w:rsidRPr="00F55AD7" w:rsidRDefault="008A3ECA" w:rsidP="008A3ECA">
      <w:pPr>
        <w:pStyle w:val="BodyText"/>
        <w:suppressAutoHyphens/>
        <w:jc w:val="center"/>
      </w:pPr>
      <w:r>
        <w:rPr>
          <w:noProof/>
        </w:rPr>
        <w:drawing>
          <wp:inline distT="0" distB="0" distL="0" distR="0" wp14:anchorId="7368B38A" wp14:editId="12BC9A5D">
            <wp:extent cx="1743075" cy="1306153"/>
            <wp:effectExtent l="0" t="0" r="0" b="8890"/>
            <wp:docPr id="8" name="Picture 8" descr="A red and white lighthouse in the wa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and white lighthouse in the water&#10;&#10;Description automatically generated with low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27A6E727" w14:textId="77777777" w:rsidR="008A3ECA" w:rsidRDefault="008A3ECA" w:rsidP="008A3ECA">
      <w:pPr>
        <w:pStyle w:val="Figurecaption"/>
        <w:suppressAutoHyphens/>
      </w:pPr>
      <w:bookmarkStart w:id="4" w:name="_Toc57212718"/>
      <w:bookmarkStart w:id="5" w:name="_Toc60405626"/>
      <w:r>
        <w:t>Example of wrapping in line with text</w:t>
      </w:r>
      <w:bookmarkEnd w:id="4"/>
      <w:bookmarkEnd w:id="5"/>
    </w:p>
    <w:p w14:paraId="70C29205" w14:textId="19B42F06" w:rsidR="008A3ECA" w:rsidRPr="001C77BB" w:rsidRDefault="008A3ECA" w:rsidP="008A3ECA">
      <w:pPr>
        <w:pStyle w:val="BodyText"/>
        <w:suppressAutoHyphens/>
      </w:pPr>
      <w:bookmarkStart w:id="6" w:name="_Hlk59195193"/>
      <w:r w:rsidRPr="0035243F">
        <w:t xml:space="preserve">Figures should be centred with wrapping </w:t>
      </w:r>
      <w:r w:rsidR="00892CA4">
        <w:t>“</w:t>
      </w:r>
      <w:r w:rsidRPr="00C02DDD">
        <w:t>In Line with Text</w:t>
      </w:r>
      <w:r w:rsidR="00892CA4">
        <w:t>”</w:t>
      </w:r>
      <w:r w:rsidRPr="0035243F">
        <w:t xml:space="preserve"> and labelled by writing the figure titles using the</w:t>
      </w:r>
      <w:r w:rsidRPr="00C02DDD">
        <w:t xml:space="preserve"> Figure caption</w:t>
      </w:r>
      <w:r w:rsidRPr="0035243F">
        <w:t xml:space="preserve"> style below the figure. </w:t>
      </w:r>
      <w:bookmarkEnd w:id="6"/>
      <w:r w:rsidRPr="0035243F">
        <w:t xml:space="preserve">Alternatively, figures can be offset with </w:t>
      </w:r>
      <w:r w:rsidR="00D423E5">
        <w:t>“</w:t>
      </w:r>
      <w:r w:rsidRPr="00C02DDD">
        <w:t>Square</w:t>
      </w:r>
      <w:r w:rsidR="00D423E5">
        <w:t>”</w:t>
      </w:r>
      <w:r w:rsidRPr="0035243F">
        <w:t xml:space="preserve"> text wrapping so that the text does not overlap the figure but arranges the paragraph such that it continues onto the next line in an appropriately sized paragraph. </w:t>
      </w:r>
    </w:p>
    <w:p w14:paraId="174905FC" w14:textId="51BC4E4B" w:rsidR="001C77BB" w:rsidRDefault="001C77BB" w:rsidP="00C02DDD">
      <w:pPr>
        <w:pStyle w:val="Heading3"/>
      </w:pPr>
      <w:r>
        <w:t>Tables</w:t>
      </w:r>
    </w:p>
    <w:p w14:paraId="79CE6ED2" w14:textId="77777777" w:rsidR="001C77BB" w:rsidRPr="001C77BB" w:rsidRDefault="001C77BB" w:rsidP="001C77BB">
      <w:pPr>
        <w:pStyle w:val="BodyText"/>
        <w:suppressAutoHyphens/>
      </w:pPr>
      <w:bookmarkStart w:id="7" w:name="_Hlk59200362"/>
      <w:r w:rsidRPr="0035243F">
        <w:t xml:space="preserve">Tables should be centred on the page. The table label should be created using the </w:t>
      </w:r>
      <w:r w:rsidRPr="00C02DDD">
        <w:t>Table caption</w:t>
      </w:r>
      <w:r w:rsidRPr="0035243F">
        <w:t xml:space="preserve"> style and the caption should be positioned above th</w:t>
      </w:r>
      <w:r w:rsidRPr="001C77BB">
        <w:t xml:space="preserve">e table. </w:t>
      </w:r>
    </w:p>
    <w:p w14:paraId="7F7E5EC1" w14:textId="1C9841AE" w:rsidR="001C77BB" w:rsidRPr="001C77BB" w:rsidRDefault="001C77BB" w:rsidP="001C77BB">
      <w:pPr>
        <w:pStyle w:val="BodyText"/>
        <w:suppressAutoHyphens/>
      </w:pPr>
      <w:r w:rsidRPr="001C77BB">
        <w:lastRenderedPageBreak/>
        <w:t xml:space="preserve">Table text should be </w:t>
      </w:r>
      <w:r w:rsidRPr="00C02DDD">
        <w:t>Table heading</w:t>
      </w:r>
      <w:r w:rsidRPr="0035243F">
        <w:t xml:space="preserve"> style for the column or row headings and </w:t>
      </w:r>
      <w:r w:rsidRPr="00C02DDD">
        <w:t xml:space="preserve">Table text </w:t>
      </w:r>
      <w:r w:rsidRPr="0035243F">
        <w:t xml:space="preserve">style for the content. </w:t>
      </w:r>
      <w:bookmarkStart w:id="8" w:name="_Hlk60412431"/>
      <w:bookmarkStart w:id="9" w:name="_Toc59360257"/>
      <w:bookmarkEnd w:id="7"/>
      <w:r w:rsidRPr="0035243F">
        <w:t xml:space="preserve">The style </w:t>
      </w:r>
      <w:r w:rsidRPr="00C02DDD">
        <w:t>Table inset list</w:t>
      </w:r>
      <w:r w:rsidRPr="0035243F">
        <w:t xml:space="preserve"> can be used for bulleted content within a table. The default table layout is for left justified and verticall</w:t>
      </w:r>
      <w:r w:rsidRPr="001C77BB">
        <w:t>y centred table text but this can be amended using the table Layout menu to suit the content.</w:t>
      </w:r>
    </w:p>
    <w:bookmarkEnd w:id="8"/>
    <w:p w14:paraId="2E0604AE" w14:textId="77777777" w:rsidR="001C77BB" w:rsidRPr="00F55AD7" w:rsidRDefault="001C77BB" w:rsidP="001C77BB">
      <w:pPr>
        <w:pStyle w:val="Tablecaption"/>
        <w:suppressAutoHyphens/>
      </w:pPr>
      <w:r>
        <w:t>Example of table with row headers</w:t>
      </w:r>
      <w:bookmarkEnd w:id="9"/>
    </w:p>
    <w:tbl>
      <w:tblPr>
        <w:tblStyle w:val="TableGrid"/>
        <w:tblW w:w="0" w:type="auto"/>
        <w:jc w:val="center"/>
        <w:tblLook w:val="04A0" w:firstRow="1" w:lastRow="0" w:firstColumn="1" w:lastColumn="0" w:noHBand="0" w:noVBand="1"/>
      </w:tblPr>
      <w:tblGrid>
        <w:gridCol w:w="2541"/>
        <w:gridCol w:w="6701"/>
      </w:tblGrid>
      <w:tr w:rsidR="001C77BB" w:rsidRPr="00F55AD7" w14:paraId="7563442B" w14:textId="77777777" w:rsidTr="00825ACB">
        <w:trPr>
          <w:tblHeader/>
          <w:jc w:val="center"/>
        </w:trPr>
        <w:tc>
          <w:tcPr>
            <w:tcW w:w="2541" w:type="dxa"/>
          </w:tcPr>
          <w:p w14:paraId="37EE56B6" w14:textId="77777777" w:rsidR="001C77BB" w:rsidRPr="00C1400A" w:rsidRDefault="001C77BB" w:rsidP="00825ACB">
            <w:pPr>
              <w:pStyle w:val="Tableheading"/>
              <w:suppressAutoHyphens/>
            </w:pPr>
            <w:r>
              <w:t>Table heading</w:t>
            </w:r>
          </w:p>
        </w:tc>
        <w:tc>
          <w:tcPr>
            <w:tcW w:w="6701" w:type="dxa"/>
          </w:tcPr>
          <w:p w14:paraId="4D81533E" w14:textId="77777777" w:rsidR="001C77BB" w:rsidRPr="00F55AD7" w:rsidRDefault="001C77BB" w:rsidP="00825ACB">
            <w:pPr>
              <w:pStyle w:val="Tabletext"/>
              <w:suppressAutoHyphens/>
            </w:pPr>
            <w:r>
              <w:t>Table text</w:t>
            </w:r>
          </w:p>
        </w:tc>
      </w:tr>
      <w:tr w:rsidR="001C77BB" w:rsidRPr="00F55AD7" w14:paraId="710D08C4" w14:textId="77777777" w:rsidTr="00825ACB">
        <w:trPr>
          <w:jc w:val="center"/>
        </w:trPr>
        <w:tc>
          <w:tcPr>
            <w:tcW w:w="2541" w:type="dxa"/>
          </w:tcPr>
          <w:p w14:paraId="7C3B0CDE" w14:textId="77777777" w:rsidR="001C77BB" w:rsidRPr="00F55AD7" w:rsidRDefault="001C77BB" w:rsidP="00825ACB">
            <w:pPr>
              <w:pStyle w:val="Tableheading"/>
              <w:suppressAutoHyphens/>
            </w:pPr>
            <w:r>
              <w:t>Table heading</w:t>
            </w:r>
          </w:p>
        </w:tc>
        <w:tc>
          <w:tcPr>
            <w:tcW w:w="6701" w:type="dxa"/>
          </w:tcPr>
          <w:p w14:paraId="0069AC8B" w14:textId="77777777" w:rsidR="001C77BB" w:rsidRPr="00F55AD7" w:rsidRDefault="001C77BB" w:rsidP="00825ACB">
            <w:pPr>
              <w:pStyle w:val="Tabletext"/>
              <w:suppressAutoHyphens/>
            </w:pPr>
            <w:r>
              <w:rPr>
                <w:color w:val="000000"/>
              </w:rPr>
              <w:t>Table text</w:t>
            </w:r>
          </w:p>
        </w:tc>
      </w:tr>
      <w:tr w:rsidR="001C77BB" w:rsidRPr="00F55AD7" w14:paraId="7DFFCB9B" w14:textId="77777777" w:rsidTr="00825ACB">
        <w:trPr>
          <w:trHeight w:val="359"/>
          <w:jc w:val="center"/>
        </w:trPr>
        <w:tc>
          <w:tcPr>
            <w:tcW w:w="2541" w:type="dxa"/>
          </w:tcPr>
          <w:p w14:paraId="1C1630DB" w14:textId="77777777" w:rsidR="001C77BB" w:rsidRPr="00F55AD7" w:rsidRDefault="001C77BB" w:rsidP="00825ACB">
            <w:pPr>
              <w:pStyle w:val="Tableheading"/>
              <w:suppressAutoHyphens/>
            </w:pPr>
            <w:r w:rsidRPr="00404104">
              <w:t>Table heading</w:t>
            </w:r>
          </w:p>
        </w:tc>
        <w:tc>
          <w:tcPr>
            <w:tcW w:w="6701" w:type="dxa"/>
          </w:tcPr>
          <w:p w14:paraId="1A5D07C5" w14:textId="77777777" w:rsidR="001C77BB" w:rsidRPr="00F55AD7" w:rsidRDefault="001C77BB" w:rsidP="00825ACB">
            <w:pPr>
              <w:pStyle w:val="Tabletext"/>
              <w:suppressAutoHyphens/>
              <w:rPr>
                <w:color w:val="000000"/>
              </w:rPr>
            </w:pPr>
            <w:r w:rsidRPr="00404104">
              <w:t>Table text</w:t>
            </w:r>
          </w:p>
        </w:tc>
      </w:tr>
    </w:tbl>
    <w:p w14:paraId="5932FE9B" w14:textId="77777777" w:rsidR="001C77BB" w:rsidRDefault="001C77BB" w:rsidP="001C77BB">
      <w:pPr>
        <w:pStyle w:val="BodyText"/>
        <w:suppressAutoHyphens/>
      </w:pPr>
    </w:p>
    <w:p w14:paraId="145E5F8C" w14:textId="77777777" w:rsidR="001C77BB" w:rsidRPr="00F55AD7" w:rsidRDefault="001C77BB" w:rsidP="001C77BB">
      <w:pPr>
        <w:pStyle w:val="BodyText"/>
        <w:suppressAutoHyphens/>
      </w:pPr>
      <w:r w:rsidRPr="00362816">
        <w:t>Space below the table should be maintained or inserted as necessary for clarity.</w:t>
      </w:r>
    </w:p>
    <w:p w14:paraId="03842C2B" w14:textId="77777777" w:rsidR="001C77BB" w:rsidRPr="00F55AD7" w:rsidRDefault="001C77BB" w:rsidP="001C77BB">
      <w:pPr>
        <w:pStyle w:val="Tablecaption"/>
        <w:suppressAutoHyphens/>
      </w:pPr>
      <w:bookmarkStart w:id="10" w:name="_Toc59360258"/>
      <w:r>
        <w:t>Example of table with column headers</w:t>
      </w:r>
      <w:bookmarkEnd w:id="10"/>
    </w:p>
    <w:tbl>
      <w:tblPr>
        <w:tblStyle w:val="TableGrid"/>
        <w:tblW w:w="0" w:type="auto"/>
        <w:jc w:val="center"/>
        <w:tblLook w:val="04A0" w:firstRow="1" w:lastRow="0" w:firstColumn="1" w:lastColumn="0" w:noHBand="0" w:noVBand="1"/>
      </w:tblPr>
      <w:tblGrid>
        <w:gridCol w:w="1908"/>
        <w:gridCol w:w="2907"/>
        <w:gridCol w:w="2551"/>
        <w:gridCol w:w="2210"/>
      </w:tblGrid>
      <w:tr w:rsidR="001C77BB" w:rsidRPr="00F55AD7" w14:paraId="0F9A4D1C" w14:textId="77777777" w:rsidTr="00825ACB">
        <w:trPr>
          <w:cantSplit/>
          <w:tblHeader/>
          <w:jc w:val="center"/>
        </w:trPr>
        <w:tc>
          <w:tcPr>
            <w:tcW w:w="1908" w:type="dxa"/>
            <w:shd w:val="clear" w:color="auto" w:fill="auto"/>
          </w:tcPr>
          <w:p w14:paraId="009F2AD7" w14:textId="77777777" w:rsidR="001C77BB" w:rsidRPr="00F55AD7" w:rsidRDefault="001C77BB" w:rsidP="00825ACB">
            <w:pPr>
              <w:pStyle w:val="Tableheading"/>
              <w:suppressAutoHyphens/>
            </w:pPr>
            <w:r>
              <w:t>Table heading</w:t>
            </w:r>
          </w:p>
        </w:tc>
        <w:tc>
          <w:tcPr>
            <w:tcW w:w="2907" w:type="dxa"/>
            <w:shd w:val="clear" w:color="auto" w:fill="auto"/>
          </w:tcPr>
          <w:p w14:paraId="753B3CF0" w14:textId="77777777" w:rsidR="001C77BB" w:rsidRPr="00F55AD7" w:rsidRDefault="001C77BB" w:rsidP="00825ACB">
            <w:pPr>
              <w:pStyle w:val="Tableheading"/>
              <w:suppressAutoHyphens/>
            </w:pPr>
            <w:r w:rsidRPr="0024784D">
              <w:t>Table heading</w:t>
            </w:r>
          </w:p>
        </w:tc>
        <w:tc>
          <w:tcPr>
            <w:tcW w:w="2551" w:type="dxa"/>
            <w:shd w:val="clear" w:color="auto" w:fill="auto"/>
          </w:tcPr>
          <w:p w14:paraId="7C9DC449" w14:textId="77777777" w:rsidR="001C77BB" w:rsidRPr="00F55AD7" w:rsidRDefault="001C77BB" w:rsidP="00825ACB">
            <w:pPr>
              <w:pStyle w:val="Tableheading"/>
              <w:suppressAutoHyphens/>
            </w:pPr>
            <w:r w:rsidRPr="0024784D">
              <w:t>Table heading</w:t>
            </w:r>
          </w:p>
        </w:tc>
        <w:tc>
          <w:tcPr>
            <w:tcW w:w="2210" w:type="dxa"/>
            <w:shd w:val="clear" w:color="auto" w:fill="auto"/>
          </w:tcPr>
          <w:p w14:paraId="4B802F10" w14:textId="77777777" w:rsidR="001C77BB" w:rsidRPr="00F55AD7" w:rsidRDefault="001C77BB" w:rsidP="00825ACB">
            <w:pPr>
              <w:pStyle w:val="Tableheading"/>
              <w:suppressAutoHyphens/>
            </w:pPr>
            <w:r w:rsidRPr="0024784D">
              <w:t>Table heading</w:t>
            </w:r>
          </w:p>
        </w:tc>
      </w:tr>
      <w:tr w:rsidR="001C77BB" w:rsidRPr="00F55AD7" w14:paraId="4ADFC688" w14:textId="77777777" w:rsidTr="00825ACB">
        <w:trPr>
          <w:cantSplit/>
          <w:jc w:val="center"/>
        </w:trPr>
        <w:tc>
          <w:tcPr>
            <w:tcW w:w="1908" w:type="dxa"/>
          </w:tcPr>
          <w:p w14:paraId="2D8CEBE9" w14:textId="77777777" w:rsidR="001C77BB" w:rsidRPr="00F55AD7" w:rsidRDefault="001C77BB" w:rsidP="00825ACB">
            <w:pPr>
              <w:pStyle w:val="Tabletext"/>
              <w:suppressAutoHyphens/>
            </w:pPr>
            <w:r w:rsidRPr="006F1A43">
              <w:t>Table text</w:t>
            </w:r>
          </w:p>
        </w:tc>
        <w:tc>
          <w:tcPr>
            <w:tcW w:w="2907" w:type="dxa"/>
          </w:tcPr>
          <w:p w14:paraId="12432117" w14:textId="77777777" w:rsidR="001C77BB" w:rsidRPr="00F55AD7" w:rsidRDefault="001C77BB" w:rsidP="00825ACB">
            <w:pPr>
              <w:pStyle w:val="Tabletext"/>
              <w:suppressAutoHyphens/>
            </w:pPr>
            <w:r w:rsidRPr="006F1A43">
              <w:t>Table text</w:t>
            </w:r>
          </w:p>
        </w:tc>
        <w:tc>
          <w:tcPr>
            <w:tcW w:w="2551" w:type="dxa"/>
          </w:tcPr>
          <w:p w14:paraId="345921DC" w14:textId="77777777" w:rsidR="001C77BB" w:rsidRPr="00F55AD7" w:rsidRDefault="001C77BB" w:rsidP="00825ACB">
            <w:pPr>
              <w:pStyle w:val="Tabletext"/>
              <w:suppressAutoHyphens/>
            </w:pPr>
            <w:r w:rsidRPr="006F1A43">
              <w:t>Table text</w:t>
            </w:r>
          </w:p>
        </w:tc>
        <w:tc>
          <w:tcPr>
            <w:tcW w:w="2210" w:type="dxa"/>
          </w:tcPr>
          <w:p w14:paraId="5A74B8BB" w14:textId="77777777" w:rsidR="001C77BB" w:rsidRPr="00F55AD7" w:rsidRDefault="001C77BB" w:rsidP="00825ACB">
            <w:pPr>
              <w:pStyle w:val="Tabletext"/>
              <w:suppressAutoHyphens/>
            </w:pPr>
            <w:r w:rsidRPr="006F1A43">
              <w:t>Table text</w:t>
            </w:r>
          </w:p>
        </w:tc>
      </w:tr>
      <w:tr w:rsidR="001C77BB" w:rsidRPr="00F55AD7" w14:paraId="5EB3FBE0" w14:textId="77777777" w:rsidTr="00825ACB">
        <w:trPr>
          <w:cantSplit/>
          <w:jc w:val="center"/>
        </w:trPr>
        <w:tc>
          <w:tcPr>
            <w:tcW w:w="1908" w:type="dxa"/>
          </w:tcPr>
          <w:p w14:paraId="05D03F21" w14:textId="77777777" w:rsidR="001C77BB" w:rsidRDefault="001C77BB" w:rsidP="00825ACB">
            <w:pPr>
              <w:pStyle w:val="Tabletext"/>
              <w:suppressAutoHyphens/>
              <w:rPr>
                <w:color w:val="000000"/>
              </w:rPr>
            </w:pPr>
            <w:r w:rsidRPr="006F1A43">
              <w:t>Table text</w:t>
            </w:r>
          </w:p>
        </w:tc>
        <w:tc>
          <w:tcPr>
            <w:tcW w:w="2907" w:type="dxa"/>
          </w:tcPr>
          <w:p w14:paraId="211281CC" w14:textId="77777777" w:rsidR="001C77BB" w:rsidRDefault="001C77BB" w:rsidP="00825ACB">
            <w:pPr>
              <w:pStyle w:val="Tabletext"/>
              <w:suppressAutoHyphens/>
              <w:rPr>
                <w:color w:val="000000"/>
              </w:rPr>
            </w:pPr>
            <w:r w:rsidRPr="006F1A43">
              <w:t>Table text</w:t>
            </w:r>
          </w:p>
        </w:tc>
        <w:tc>
          <w:tcPr>
            <w:tcW w:w="2551" w:type="dxa"/>
          </w:tcPr>
          <w:p w14:paraId="5E0A3A69" w14:textId="77777777" w:rsidR="001C77BB" w:rsidRDefault="001C77BB" w:rsidP="00825ACB">
            <w:pPr>
              <w:pStyle w:val="Tabletext"/>
              <w:suppressAutoHyphens/>
              <w:rPr>
                <w:color w:val="000000"/>
              </w:rPr>
            </w:pPr>
            <w:r w:rsidRPr="006F1A43">
              <w:t>Table text</w:t>
            </w:r>
          </w:p>
        </w:tc>
        <w:tc>
          <w:tcPr>
            <w:tcW w:w="2210" w:type="dxa"/>
          </w:tcPr>
          <w:p w14:paraId="496FBD0A" w14:textId="77777777" w:rsidR="001C77BB" w:rsidRDefault="001C77BB" w:rsidP="00825ACB">
            <w:pPr>
              <w:pStyle w:val="Tabletext"/>
              <w:suppressAutoHyphens/>
              <w:rPr>
                <w:color w:val="000000"/>
              </w:rPr>
            </w:pPr>
            <w:r w:rsidRPr="006F1A43">
              <w:t>Table text</w:t>
            </w:r>
          </w:p>
        </w:tc>
      </w:tr>
      <w:tr w:rsidR="001C77BB" w:rsidRPr="00F55AD7" w14:paraId="7B9A06D6" w14:textId="77777777" w:rsidTr="00825ACB">
        <w:trPr>
          <w:cantSplit/>
          <w:jc w:val="center"/>
        </w:trPr>
        <w:tc>
          <w:tcPr>
            <w:tcW w:w="1908" w:type="dxa"/>
          </w:tcPr>
          <w:p w14:paraId="39D2B903" w14:textId="77777777" w:rsidR="001C77BB" w:rsidRPr="00F55AD7" w:rsidRDefault="001C77BB" w:rsidP="00825ACB">
            <w:pPr>
              <w:pStyle w:val="Tabletext"/>
              <w:suppressAutoHyphens/>
            </w:pPr>
            <w:r w:rsidRPr="006F1A43">
              <w:t>Table text</w:t>
            </w:r>
          </w:p>
        </w:tc>
        <w:tc>
          <w:tcPr>
            <w:tcW w:w="2907" w:type="dxa"/>
          </w:tcPr>
          <w:p w14:paraId="64106C7F" w14:textId="77777777" w:rsidR="001C77BB" w:rsidRDefault="001C77BB" w:rsidP="00825ACB">
            <w:pPr>
              <w:pStyle w:val="Tableinsetlist"/>
              <w:suppressAutoHyphens/>
              <w:jc w:val="left"/>
            </w:pPr>
            <w:r w:rsidRPr="006F1A43">
              <w:t xml:space="preserve">Table </w:t>
            </w:r>
            <w:r>
              <w:t>inset list</w:t>
            </w:r>
          </w:p>
          <w:p w14:paraId="651F3E1E" w14:textId="77777777" w:rsidR="001C77BB" w:rsidRDefault="001C77BB" w:rsidP="00825ACB">
            <w:pPr>
              <w:pStyle w:val="Tableinsetlist"/>
              <w:suppressAutoHyphens/>
              <w:jc w:val="left"/>
            </w:pPr>
            <w:r>
              <w:t>Table inset list</w:t>
            </w:r>
          </w:p>
          <w:p w14:paraId="7A9EFA02" w14:textId="77777777" w:rsidR="001C77BB" w:rsidRPr="00F55AD7" w:rsidRDefault="001C77BB" w:rsidP="00825ACB">
            <w:pPr>
              <w:pStyle w:val="Tableinsetlist"/>
              <w:suppressAutoHyphens/>
              <w:jc w:val="left"/>
            </w:pPr>
            <w:r>
              <w:t>Table inset list</w:t>
            </w:r>
          </w:p>
        </w:tc>
        <w:tc>
          <w:tcPr>
            <w:tcW w:w="2551" w:type="dxa"/>
          </w:tcPr>
          <w:p w14:paraId="3FEA1B42" w14:textId="77777777" w:rsidR="001C77BB" w:rsidRPr="00F55AD7" w:rsidRDefault="001C77BB" w:rsidP="00825ACB">
            <w:pPr>
              <w:pStyle w:val="Tabletext"/>
              <w:suppressAutoHyphens/>
            </w:pPr>
            <w:r w:rsidRPr="006F1A43">
              <w:t>Table text</w:t>
            </w:r>
          </w:p>
        </w:tc>
        <w:tc>
          <w:tcPr>
            <w:tcW w:w="2210" w:type="dxa"/>
          </w:tcPr>
          <w:p w14:paraId="1324889F" w14:textId="77777777" w:rsidR="001C77BB" w:rsidRPr="00F55AD7" w:rsidRDefault="001C77BB" w:rsidP="00825ACB">
            <w:pPr>
              <w:pStyle w:val="Tabletext"/>
              <w:suppressAutoHyphens/>
            </w:pPr>
            <w:r w:rsidRPr="006F1A43">
              <w:t>Table text</w:t>
            </w:r>
          </w:p>
        </w:tc>
      </w:tr>
      <w:bookmarkEnd w:id="3"/>
    </w:tbl>
    <w:p w14:paraId="08732017" w14:textId="77777777" w:rsidR="001C77BB" w:rsidRDefault="001C77BB" w:rsidP="00A446C9">
      <w:pPr>
        <w:pStyle w:val="BodyText"/>
        <w:rPr>
          <w:rFonts w:ascii="Calibri" w:hAnsi="Calibri"/>
        </w:rPr>
      </w:pPr>
    </w:p>
    <w:p w14:paraId="3DBBF7F4" w14:textId="38FB68B7" w:rsidR="008702A8" w:rsidRDefault="00057FCA" w:rsidP="00057FCA">
      <w:pPr>
        <w:pStyle w:val="Heading3"/>
      </w:pPr>
      <w:r>
        <w:t>Equations</w:t>
      </w:r>
    </w:p>
    <w:p w14:paraId="58F73E74" w14:textId="77777777" w:rsidR="004F7616" w:rsidRPr="00835EA0" w:rsidRDefault="004F7616" w:rsidP="004F7616">
      <w:pPr>
        <w:pStyle w:val="BodyText"/>
        <w:suppressAutoHyphens/>
      </w:pPr>
      <w:r w:rsidRPr="00835EA0">
        <w:t xml:space="preserve">The preferred method for including equations in the template documents is the Microsoft Word Equation Editor found in the </w:t>
      </w:r>
      <w:r w:rsidRPr="00835EA0">
        <w:rPr>
          <w:b/>
          <w:bCs/>
        </w:rPr>
        <w:t>Insert</w:t>
      </w:r>
      <w:r w:rsidRPr="00835EA0">
        <w:t xml:space="preserve"> menu. The preferred layout and number reference described above can be achieved by typing #(x) where x is the number required immediately after the equation.</w:t>
      </w:r>
    </w:p>
    <w:p w14:paraId="2023D397" w14:textId="77777777" w:rsidR="004F7616" w:rsidRPr="00835EA0" w:rsidRDefault="004F7616" w:rsidP="004F7616">
      <w:pPr>
        <w:pStyle w:val="BodyText"/>
        <w:suppressAutoHyphens/>
        <w:jc w:val="center"/>
      </w:pPr>
      <w:r w:rsidRPr="00835EA0">
        <w:rPr>
          <w:noProof/>
        </w:rPr>
        <w:drawing>
          <wp:inline distT="0" distB="0" distL="0" distR="0" wp14:anchorId="1B175D55" wp14:editId="6A644963">
            <wp:extent cx="846033" cy="1794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 r="3454" b="14357"/>
                    <a:stretch/>
                  </pic:blipFill>
                  <pic:spPr bwMode="auto">
                    <a:xfrm>
                      <a:off x="0" y="0"/>
                      <a:ext cx="846033" cy="179461"/>
                    </a:xfrm>
                    <a:prstGeom prst="rect">
                      <a:avLst/>
                    </a:prstGeom>
                    <a:ln>
                      <a:noFill/>
                    </a:ln>
                    <a:extLst>
                      <a:ext uri="{53640926-AAD7-44D8-BBD7-CCE9431645EC}">
                        <a14:shadowObscured xmlns:a14="http://schemas.microsoft.com/office/drawing/2010/main"/>
                      </a:ext>
                    </a:extLst>
                  </pic:spPr>
                </pic:pic>
              </a:graphicData>
            </a:graphic>
          </wp:inline>
        </w:drawing>
      </w:r>
    </w:p>
    <w:p w14:paraId="19790D77" w14:textId="77777777" w:rsidR="004F7616" w:rsidRPr="00835EA0" w:rsidRDefault="004F7616" w:rsidP="004F7616">
      <w:pPr>
        <w:pStyle w:val="Figurecaption"/>
        <w:suppressAutoHyphens/>
      </w:pPr>
      <w:bookmarkStart w:id="11" w:name="_Toc58508722"/>
      <w:bookmarkStart w:id="12" w:name="_Toc60405628"/>
      <w:r w:rsidRPr="00835EA0">
        <w:t>Example of how to achieve right justified equation number</w:t>
      </w:r>
      <w:bookmarkEnd w:id="11"/>
      <w:bookmarkEnd w:id="12"/>
    </w:p>
    <w:p w14:paraId="54065E41" w14:textId="77777777" w:rsidR="004F7616" w:rsidRPr="00835EA0" w:rsidRDefault="004F7616" w:rsidP="004F7616">
      <w:pPr>
        <w:pStyle w:val="BodyText"/>
        <w:suppressAutoHyphens/>
      </w:pPr>
      <w:r w:rsidRPr="00835EA0">
        <w:t xml:space="preserve">For example, typing the formula followed by #(2) (as shown in Figure </w:t>
      </w:r>
      <w:r>
        <w:t>3</w:t>
      </w:r>
      <w:r w:rsidRPr="00835EA0">
        <w:t>) and then pressing return will result in the following equation centred on the page and number being displayed on the same line to the right:</w:t>
      </w:r>
    </w:p>
    <w:p w14:paraId="135ABD28" w14:textId="77777777" w:rsidR="004F7616" w:rsidRPr="00835EA0" w:rsidRDefault="00000000" w:rsidP="004F7616">
      <w:pPr>
        <w:pStyle w:val="BodyText"/>
        <w:suppressAutoHyphens/>
      </w:pPr>
      <m:oMathPara>
        <m:oMath>
          <m:eqArr>
            <m:eqArrPr>
              <m:maxDist m:val="1"/>
              <m:ctrlPr>
                <w:rPr>
                  <w:rFonts w:ascii="Cambria Math" w:hAnsi="Cambria Math"/>
                </w:rPr>
              </m:ctrlPr>
            </m:eqArrPr>
            <m:e>
              <m:r>
                <w:rPr>
                  <w:rFonts w:ascii="Cambria Math" w:hAnsi="Cambria Math"/>
                </w:rPr>
                <m:t>A</m:t>
              </m:r>
              <m:r>
                <m:rPr>
                  <m:sty m:val="p"/>
                </m:rPr>
                <w:rPr>
                  <w:rFonts w:ascii="Cambria Math" w:hAnsi="Cambria Math"/>
                </w:rPr>
                <m:t>=</m:t>
              </m:r>
              <m:r>
                <w:rPr>
                  <w:rFonts w:ascii="Cambria Math" w:hAnsi="Cambria Math"/>
                </w:rPr>
                <m:t>π</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m:rPr>
                      <m:sty m:val="p"/>
                    </m:rPr>
                    <w:rPr>
                      <w:rFonts w:ascii="Cambria Math" w:hAnsi="Cambria Math"/>
                    </w:rPr>
                    <m:t>2</m:t>
                  </m:r>
                </m:e>
              </m:d>
            </m:e>
          </m:eqArr>
        </m:oMath>
      </m:oMathPara>
    </w:p>
    <w:p w14:paraId="7250B3A2" w14:textId="77EC4264" w:rsidR="00F25BF4" w:rsidRPr="007A395D" w:rsidRDefault="00F25BF4" w:rsidP="00A446C9">
      <w:pPr>
        <w:pStyle w:val="BodyText"/>
        <w:rPr>
          <w:rFonts w:ascii="Calibri" w:hAnsi="Calibri"/>
        </w:rPr>
      </w:pPr>
      <w:r w:rsidRPr="007A395D">
        <w:rPr>
          <w:rFonts w:ascii="Calibri" w:hAnsi="Calibri"/>
        </w:rPr>
        <w:t>Please try to constrain your document to only three levels of heading</w:t>
      </w:r>
      <w:r w:rsidR="00A0389B" w:rsidRPr="007A395D">
        <w:rPr>
          <w:rFonts w:ascii="Calibri" w:hAnsi="Calibri"/>
        </w:rPr>
        <w:t>.</w:t>
      </w:r>
    </w:p>
    <w:p w14:paraId="1D083D92" w14:textId="77777777" w:rsidR="00180DDA" w:rsidRPr="007A395D" w:rsidRDefault="00180DDA" w:rsidP="00605E43">
      <w:pPr>
        <w:pStyle w:val="Heading1"/>
      </w:pPr>
      <w:r w:rsidRPr="007A395D">
        <w:t>References</w:t>
      </w:r>
    </w:p>
    <w:p w14:paraId="602EDD48" w14:textId="33DADF9A" w:rsidR="00180DDA" w:rsidRPr="007A395D" w:rsidRDefault="00180DDA" w:rsidP="00C02DDD">
      <w:pPr>
        <w:pStyle w:val="Reference"/>
      </w:pPr>
      <w:r w:rsidRPr="007A395D">
        <w:t>Please add details</w:t>
      </w:r>
      <w:r w:rsidR="001C77BB">
        <w:t xml:space="preserve"> using the Refe</w:t>
      </w:r>
      <w:r w:rsidR="00774730">
        <w:t>r</w:t>
      </w:r>
      <w:r w:rsidR="001C77BB">
        <w:t>ence style</w:t>
      </w:r>
    </w:p>
    <w:p w14:paraId="00EC0BCC" w14:textId="77777777" w:rsidR="00180DDA" w:rsidRPr="007A395D" w:rsidRDefault="00180DDA" w:rsidP="00C02DDD">
      <w:pPr>
        <w:pStyle w:val="Reference"/>
        <w:rPr>
          <w:lang w:eastAsia="de-DE"/>
        </w:rPr>
      </w:pPr>
      <w:r w:rsidRPr="007A395D">
        <w:rPr>
          <w:lang w:eastAsia="de-DE"/>
        </w:rPr>
        <w:t>..........</w:t>
      </w:r>
    </w:p>
    <w:p w14:paraId="7A8D2F27" w14:textId="77777777" w:rsidR="00A446C9" w:rsidRPr="007A395D" w:rsidRDefault="00A446C9" w:rsidP="00605E43">
      <w:pPr>
        <w:pStyle w:val="Heading1"/>
      </w:pPr>
      <w:r w:rsidRPr="007A395D">
        <w:t>Action requested of the Committee</w:t>
      </w:r>
    </w:p>
    <w:p w14:paraId="1556E528" w14:textId="77777777" w:rsidR="00F25BF4" w:rsidRPr="007A395D" w:rsidRDefault="00F25BF4" w:rsidP="00A446C9">
      <w:pPr>
        <w:pStyle w:val="BodyText"/>
        <w:rPr>
          <w:rFonts w:ascii="Calibri" w:hAnsi="Calibri"/>
        </w:rPr>
      </w:pPr>
      <w:r w:rsidRPr="007A395D">
        <w:rPr>
          <w:rFonts w:ascii="Calibri" w:hAnsi="Calibri"/>
        </w:rPr>
        <w:t>The Committee is requested to: (Body text)</w:t>
      </w:r>
    </w:p>
    <w:p w14:paraId="41A1E375" w14:textId="77777777" w:rsidR="00F25BF4" w:rsidRPr="0035243F" w:rsidRDefault="00BD4E6F" w:rsidP="00C02DDD">
      <w:pPr>
        <w:pStyle w:val="List1"/>
        <w:numPr>
          <w:ilvl w:val="0"/>
          <w:numId w:val="73"/>
        </w:numPr>
      </w:pPr>
      <w:r w:rsidRPr="0035243F">
        <w:t>?????????</w:t>
      </w:r>
    </w:p>
    <w:p w14:paraId="7A9FD49F" w14:textId="77777777" w:rsidR="00F25BF4" w:rsidRPr="007A395D" w:rsidRDefault="00BD4E6F" w:rsidP="00F25BF4">
      <w:pPr>
        <w:pStyle w:val="List1"/>
        <w:rPr>
          <w:rFonts w:ascii="Calibri" w:hAnsi="Calibri"/>
        </w:rPr>
      </w:pPr>
      <w:r w:rsidRPr="007A395D">
        <w:rPr>
          <w:rFonts w:ascii="Calibri" w:hAnsi="Calibri"/>
        </w:rPr>
        <w:t>?????????</w:t>
      </w:r>
    </w:p>
    <w:p w14:paraId="10DC5D6B" w14:textId="77777777" w:rsidR="004D1D85" w:rsidRPr="007A395D" w:rsidRDefault="004D1D85" w:rsidP="00605E43">
      <w:pPr>
        <w:pStyle w:val="Annex"/>
        <w:sectPr w:rsidR="004D1D85" w:rsidRPr="007A395D" w:rsidSect="00C02DDD">
          <w:headerReference w:type="default" r:id="rId13"/>
          <w:footerReference w:type="default" r:id="rId14"/>
          <w:headerReference w:type="first" r:id="rId15"/>
          <w:footerReference w:type="first" r:id="rId16"/>
          <w:pgSz w:w="11906" w:h="16838"/>
          <w:pgMar w:top="1733" w:right="794" w:bottom="567" w:left="907" w:header="564" w:footer="611"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1241C8">
      <w:pPr>
        <w:pStyle w:val="AnnexHead2"/>
      </w:pPr>
      <w:r w:rsidRPr="007A395D">
        <w:t>Annex Heading 1</w:t>
      </w:r>
    </w:p>
    <w:p w14:paraId="4D444F7A" w14:textId="77777777" w:rsidR="004D1D85" w:rsidRPr="007A395D" w:rsidRDefault="004D1D85" w:rsidP="001241C8">
      <w:pPr>
        <w:pStyle w:val="AnnexHead3"/>
      </w:pPr>
      <w:r w:rsidRPr="007A395D">
        <w:t>Annex heading 2</w:t>
      </w:r>
    </w:p>
    <w:p w14:paraId="50A9DE60" w14:textId="77777777" w:rsidR="004D1D85" w:rsidRPr="007A395D" w:rsidRDefault="004D1D85" w:rsidP="001241C8">
      <w:pPr>
        <w:pStyle w:val="AnnexHead4"/>
      </w:pPr>
      <w:r w:rsidRPr="007A395D">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1241C8">
      <w:pPr>
        <w:pStyle w:val="AppendixHead1"/>
      </w:pPr>
      <w:r w:rsidRPr="007A395D">
        <w:t>Appendix heading 1</w:t>
      </w:r>
    </w:p>
    <w:p w14:paraId="16DF7C40" w14:textId="77777777" w:rsidR="004D1D85" w:rsidRPr="007A395D" w:rsidRDefault="004D1D85" w:rsidP="001241C8">
      <w:pPr>
        <w:pStyle w:val="AppendixHead2"/>
      </w:pPr>
      <w:r w:rsidRPr="007A395D">
        <w:t>Appendix heading 2</w:t>
      </w:r>
    </w:p>
    <w:p w14:paraId="16AE6650" w14:textId="77777777" w:rsidR="004D1D85" w:rsidRPr="007A395D" w:rsidRDefault="004D1D85" w:rsidP="001241C8">
      <w:pPr>
        <w:pStyle w:val="AppendixHead3"/>
      </w:pPr>
      <w:r w:rsidRPr="007A395D">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DFB68" w14:textId="77777777" w:rsidR="00260E39" w:rsidRDefault="00260E39" w:rsidP="00362CD9">
      <w:r>
        <w:separator/>
      </w:r>
    </w:p>
  </w:endnote>
  <w:endnote w:type="continuationSeparator" w:id="0">
    <w:p w14:paraId="07AD9121" w14:textId="77777777" w:rsidR="00260E39" w:rsidRDefault="00260E3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95564" w14:textId="77777777" w:rsidR="003351C4" w:rsidRDefault="003351C4" w:rsidP="004533B7">
    <w:pPr>
      <w:pStyle w:val="Footerportrait"/>
    </w:pPr>
  </w:p>
  <w:p w14:paraId="50E06A6A" w14:textId="7478C258" w:rsidR="004533B7" w:rsidRPr="00C907DF" w:rsidRDefault="00672D0E" w:rsidP="004533B7">
    <w:pPr>
      <w:pStyle w:val="Footerportrait"/>
    </w:pPr>
    <w:fldSimple w:instr=" STYLEREF  Title  \* MERGEFORMAT ">
      <w:r w:rsidR="003F59E6">
        <w:t>Title of paper</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2E3AD" w14:textId="77777777" w:rsidR="00637047" w:rsidRDefault="00637047" w:rsidP="00637047">
    <w:pPr>
      <w:pStyle w:val="Footerportrait"/>
    </w:pPr>
    <w:r>
      <w:tab/>
    </w:r>
  </w:p>
  <w:p w14:paraId="3A693EAD" w14:textId="11A9C364" w:rsidR="00637047" w:rsidRPr="00C907DF" w:rsidRDefault="00672D0E" w:rsidP="00637047">
    <w:pPr>
      <w:pStyle w:val="Footerportrait"/>
    </w:pPr>
    <w:fldSimple w:instr=" STYLEREF  Title  \* MERGEFORMAT ">
      <w:r w:rsidR="003F59E6">
        <w:t>Title of paper</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2300A" w14:textId="77777777" w:rsidR="00260E39" w:rsidRDefault="00260E39" w:rsidP="00362CD9">
      <w:r>
        <w:separator/>
      </w:r>
    </w:p>
  </w:footnote>
  <w:footnote w:type="continuationSeparator" w:id="0">
    <w:p w14:paraId="41F4F48C" w14:textId="77777777" w:rsidR="00260E39" w:rsidRDefault="00260E39"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A77A7"/>
    <w:rsid w:val="000B1707"/>
    <w:rsid w:val="000C1B3E"/>
    <w:rsid w:val="000C349E"/>
    <w:rsid w:val="00110203"/>
    <w:rsid w:val="00110AE7"/>
    <w:rsid w:val="00122A21"/>
    <w:rsid w:val="001241C8"/>
    <w:rsid w:val="00177F4D"/>
    <w:rsid w:val="00180DDA"/>
    <w:rsid w:val="001B2A2D"/>
    <w:rsid w:val="001B737D"/>
    <w:rsid w:val="001C44A3"/>
    <w:rsid w:val="001C77BB"/>
    <w:rsid w:val="001E0248"/>
    <w:rsid w:val="001E0E15"/>
    <w:rsid w:val="001F528A"/>
    <w:rsid w:val="001F704E"/>
    <w:rsid w:val="00201722"/>
    <w:rsid w:val="002125B0"/>
    <w:rsid w:val="00221E08"/>
    <w:rsid w:val="00237D7C"/>
    <w:rsid w:val="00243228"/>
    <w:rsid w:val="00251483"/>
    <w:rsid w:val="00255CAA"/>
    <w:rsid w:val="0025741F"/>
    <w:rsid w:val="00260E39"/>
    <w:rsid w:val="00264305"/>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3F59E6"/>
    <w:rsid w:val="00402452"/>
    <w:rsid w:val="0041088C"/>
    <w:rsid w:val="0041230E"/>
    <w:rsid w:val="00420A38"/>
    <w:rsid w:val="00426DB3"/>
    <w:rsid w:val="00431B19"/>
    <w:rsid w:val="004533B7"/>
    <w:rsid w:val="004661AD"/>
    <w:rsid w:val="004A3F3F"/>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0912"/>
    <w:rsid w:val="00605E43"/>
    <w:rsid w:val="006153BB"/>
    <w:rsid w:val="00635ADD"/>
    <w:rsid w:val="00637047"/>
    <w:rsid w:val="006652C3"/>
    <w:rsid w:val="00672D0E"/>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96459"/>
    <w:rsid w:val="008A356F"/>
    <w:rsid w:val="008A3ECA"/>
    <w:rsid w:val="008A4653"/>
    <w:rsid w:val="008A4717"/>
    <w:rsid w:val="008A50CC"/>
    <w:rsid w:val="008D1694"/>
    <w:rsid w:val="008D79CB"/>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9E685E"/>
    <w:rsid w:val="00A01B17"/>
    <w:rsid w:val="00A0389B"/>
    <w:rsid w:val="00A26017"/>
    <w:rsid w:val="00A446C9"/>
    <w:rsid w:val="00A56C33"/>
    <w:rsid w:val="00A635D6"/>
    <w:rsid w:val="00A72757"/>
    <w:rsid w:val="00A800A9"/>
    <w:rsid w:val="00A8553A"/>
    <w:rsid w:val="00A93AED"/>
    <w:rsid w:val="00AB524B"/>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44ABA"/>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D78A5"/>
    <w:rsid w:val="00DE2FEE"/>
    <w:rsid w:val="00E00BE9"/>
    <w:rsid w:val="00E04761"/>
    <w:rsid w:val="00E12572"/>
    <w:rsid w:val="00E22A11"/>
    <w:rsid w:val="00E31E5C"/>
    <w:rsid w:val="00E326C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5F079B1E-EDE3-430E-853D-5AE1EDEA7408}"/>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5</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4</cp:revision>
  <dcterms:created xsi:type="dcterms:W3CDTF">2025-06-23T14:11:00Z</dcterms:created>
  <dcterms:modified xsi:type="dcterms:W3CDTF">2025-06-23T14:14:00Z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